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E37D2AF"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5811C8">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97FA87A"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86244">
        <w:rPr>
          <w:rStyle w:val="Strong"/>
          <w:lang w:val="en-GB"/>
        </w:rPr>
        <w:t>50-CS001-22</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EFD442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5811C8">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343B29B6"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19F24D54"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76BFA145"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309ACFED"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3BDA8"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E62D8">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8DAB8" w14:textId="77777777" w:rsidR="00EA4837" w:rsidRDefault="00EA4837">
      <w:r>
        <w:separator/>
      </w:r>
    </w:p>
  </w:endnote>
  <w:endnote w:type="continuationSeparator" w:id="0">
    <w:p w14:paraId="2A956717" w14:textId="77777777" w:rsidR="00EA4837" w:rsidRDefault="00EA4837">
      <w:r>
        <w:continuationSeparator/>
      </w:r>
    </w:p>
  </w:endnote>
  <w:endnote w:type="continuationNotice" w:id="1">
    <w:p w14:paraId="6DCF4B4B" w14:textId="77777777" w:rsidR="00EA4837" w:rsidRDefault="00EA4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1D66D" w14:textId="77777777" w:rsidR="002B6279" w:rsidRDefault="002B62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E761330" w:rsidR="00133D55" w:rsidRDefault="00133D55" w:rsidP="004878F3">
    <w:pPr>
      <w:pStyle w:val="Footer"/>
    </w:pPr>
    <w:r>
      <w:fldChar w:fldCharType="begin"/>
    </w:r>
    <w:r>
      <w:instrText xml:space="preserve"> DATE \@ "yyyy-MM-dd" </w:instrText>
    </w:r>
    <w:r>
      <w:fldChar w:fldCharType="separate"/>
    </w:r>
    <w:r w:rsidR="00686244">
      <w:rPr>
        <w:noProof/>
      </w:rPr>
      <w:t>2022-06-06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5DBFD" w14:textId="77777777" w:rsidR="002B6279" w:rsidRDefault="002B6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57E7C" w14:textId="77777777" w:rsidR="00EA4837" w:rsidRDefault="00EA4837">
      <w:r>
        <w:separator/>
      </w:r>
    </w:p>
  </w:footnote>
  <w:footnote w:type="continuationSeparator" w:id="0">
    <w:p w14:paraId="184BCCD2" w14:textId="77777777" w:rsidR="00EA4837" w:rsidRDefault="00EA4837">
      <w:r>
        <w:continuationSeparator/>
      </w:r>
    </w:p>
  </w:footnote>
  <w:footnote w:type="continuationNotice" w:id="1">
    <w:p w14:paraId="4549C0CA" w14:textId="77777777" w:rsidR="00EA4837" w:rsidRDefault="00EA4837"/>
  </w:footnote>
  <w:footnote w:id="2">
    <w:p w14:paraId="0C7F15F2" w14:textId="6A5E0FC9"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5811C8">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FBC65" w14:textId="77777777" w:rsidR="002B6279" w:rsidRDefault="002B62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79F1AA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2B6279">
      <w:rPr>
        <w:rStyle w:val="Strong"/>
        <w:lang w:val="en-GB"/>
      </w:rPr>
      <w:t>RFQ</w:t>
    </w:r>
    <w:r w:rsidR="002B6279" w:rsidRPr="007F3777">
      <w:rPr>
        <w:rStyle w:val="Strong"/>
        <w:lang w:val="en-GB"/>
      </w:rPr>
      <w:t>-</w:t>
    </w:r>
    <w:r w:rsidR="002B6279" w:rsidRPr="00E22131">
      <w:rPr>
        <w:rFonts w:cs="Calibri"/>
        <w:b/>
        <w:bCs/>
        <w:highlight w:val="yellow"/>
        <w:lang w:val="en-GB" w:eastAsia="ko-KR"/>
      </w:rPr>
      <w:t>MXXX</w:t>
    </w:r>
    <w:r w:rsidR="002B6279" w:rsidRPr="007F3777">
      <w:rPr>
        <w:rStyle w:val="Strong"/>
        <w:lang w:val="en-GB"/>
      </w:rPr>
      <w:t>-</w:t>
    </w:r>
    <w:r w:rsidR="002B6279">
      <w:rPr>
        <w:rStyle w:val="Strong"/>
        <w:lang w:val="en-GB"/>
      </w:rPr>
      <w:t>2020</w:t>
    </w:r>
    <w:r w:rsidR="002B6279" w:rsidRPr="007F3777">
      <w:rPr>
        <w:rStyle w:val="Strong"/>
        <w:lang w:val="en-GB"/>
      </w:rPr>
      <w:t>-</w:t>
    </w:r>
    <w:r w:rsidR="002B6279"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32D8E" w14:textId="77777777" w:rsidR="002B6279" w:rsidRDefault="002B62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279"/>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7D6"/>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7A"/>
    <w:rsid w:val="00515690"/>
    <w:rsid w:val="0051667C"/>
    <w:rsid w:val="005167EF"/>
    <w:rsid w:val="0051758F"/>
    <w:rsid w:val="00517733"/>
    <w:rsid w:val="0052143C"/>
    <w:rsid w:val="00521BF1"/>
    <w:rsid w:val="00521D07"/>
    <w:rsid w:val="00522812"/>
    <w:rsid w:val="00524626"/>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1C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44"/>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3FC6"/>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4F4"/>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5795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2D8"/>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8C9"/>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213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37"/>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27FAE0-53B4-49AB-AA97-7C691903B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1259</Words>
  <Characters>7179</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2013-10-18T08:32:00Z</cp:lastPrinted>
  <dcterms:created xsi:type="dcterms:W3CDTF">2022-06-06T01:50:00Z</dcterms:created>
  <dcterms:modified xsi:type="dcterms:W3CDTF">2022-06-06T01:50:00Z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